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07D20" w14:textId="77777777" w:rsidR="005943DA" w:rsidRPr="00F77309" w:rsidRDefault="00C6113C" w:rsidP="00C6113C">
      <w:pPr>
        <w:pStyle w:val="Corptext"/>
        <w:ind w:right="-86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5943DA" w:rsidRPr="00F77309">
        <w:rPr>
          <w:rFonts w:ascii="Calibri" w:hAnsi="Calibri" w:cs="Calibri"/>
        </w:rPr>
        <w:t>Anexa</w:t>
      </w:r>
      <w:r w:rsidR="009B5119">
        <w:rPr>
          <w:rFonts w:ascii="Calibri" w:hAnsi="Calibri" w:cs="Calibri"/>
        </w:rPr>
        <w:t xml:space="preserve"> 4</w:t>
      </w:r>
    </w:p>
    <w:p w14:paraId="275D0EFE" w14:textId="77777777" w:rsidR="005943DA" w:rsidRPr="00F77309" w:rsidRDefault="005943DA" w:rsidP="00163AF4">
      <w:pPr>
        <w:rPr>
          <w:rFonts w:ascii="Calibri" w:hAnsi="Calibri" w:cs="Calibri"/>
          <w:b/>
        </w:rPr>
      </w:pPr>
    </w:p>
    <w:p w14:paraId="3814DBFF" w14:textId="77777777" w:rsidR="005943DA" w:rsidRPr="00F77309" w:rsidRDefault="005943DA" w:rsidP="00163AF4">
      <w:pPr>
        <w:pStyle w:val="Corptext"/>
        <w:ind w:left="2657" w:right="2465" w:hanging="1239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GRILA</w:t>
      </w:r>
      <w:r w:rsidRPr="00F77309">
        <w:rPr>
          <w:rFonts w:ascii="Calibri" w:hAnsi="Calibri" w:cs="Calibri"/>
          <w:spacing w:val="56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ANALIZĂ</w:t>
      </w:r>
      <w:r w:rsidRPr="00F77309">
        <w:rPr>
          <w:rFonts w:ascii="Calibri" w:hAnsi="Calibri" w:cs="Calibri"/>
          <w:spacing w:val="57"/>
        </w:rPr>
        <w:t xml:space="preserve"> </w:t>
      </w:r>
      <w:r w:rsidRPr="00F77309">
        <w:rPr>
          <w:rFonts w:ascii="Calibri" w:hAnsi="Calibri" w:cs="Calibri"/>
        </w:rPr>
        <w:t>A</w:t>
      </w:r>
      <w:r w:rsidRPr="00F77309">
        <w:rPr>
          <w:rFonts w:ascii="Calibri" w:hAnsi="Calibri" w:cs="Calibri"/>
          <w:spacing w:val="-2"/>
        </w:rPr>
        <w:t xml:space="preserve"> </w:t>
      </w:r>
      <w:r w:rsidRPr="00F77309">
        <w:rPr>
          <w:rFonts w:ascii="Calibri" w:hAnsi="Calibri" w:cs="Calibri"/>
        </w:rPr>
        <w:t>CONFORMITATII</w:t>
      </w:r>
      <w:r w:rsidRPr="00F77309">
        <w:rPr>
          <w:rFonts w:ascii="Calibri" w:hAnsi="Calibri" w:cs="Calibri"/>
          <w:spacing w:val="58"/>
        </w:rPr>
        <w:t xml:space="preserve"> </w:t>
      </w:r>
      <w:r w:rsidRPr="00F77309">
        <w:rPr>
          <w:rFonts w:ascii="Calibri" w:hAnsi="Calibri" w:cs="Calibri"/>
        </w:rPr>
        <w:t>ȘI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CALITĂȚII</w:t>
      </w:r>
    </w:p>
    <w:p w14:paraId="1348A88C" w14:textId="77777777" w:rsidR="005943DA" w:rsidRPr="00F77309" w:rsidRDefault="005943DA" w:rsidP="00163AF4">
      <w:pPr>
        <w:pStyle w:val="Corptext"/>
        <w:ind w:left="2657" w:right="3397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STUDIULUI</w:t>
      </w:r>
      <w:r w:rsidRPr="00F77309">
        <w:rPr>
          <w:rFonts w:ascii="Calibri" w:hAnsi="Calibri" w:cs="Calibri"/>
          <w:spacing w:val="-5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FEZABILITATE</w:t>
      </w:r>
    </w:p>
    <w:p w14:paraId="6576AD57" w14:textId="77777777" w:rsidR="005943DA" w:rsidRPr="00F77309" w:rsidRDefault="005943DA" w:rsidP="00163AF4">
      <w:pPr>
        <w:pStyle w:val="Corptext"/>
        <w:ind w:left="397" w:right="1615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pentru </w:t>
      </w:r>
      <w:r w:rsidRPr="00F77309">
        <w:rPr>
          <w:rFonts w:ascii="Calibri" w:hAnsi="Calibri" w:cs="Calibri"/>
          <w:u w:val="single"/>
        </w:rPr>
        <w:t>obiective mixte</w:t>
      </w:r>
      <w:r w:rsidRPr="00F77309">
        <w:rPr>
          <w:rFonts w:ascii="Calibri" w:hAnsi="Calibri" w:cs="Calibri"/>
        </w:rPr>
        <w:t xml:space="preserve"> de investiție </w:t>
      </w:r>
      <w:r w:rsidRPr="00F77309">
        <w:rPr>
          <w:rFonts w:ascii="Calibri" w:hAnsi="Calibri" w:cs="Calibri"/>
          <w:spacing w:val="-58"/>
        </w:rPr>
        <w:t xml:space="preserve">     </w:t>
      </w:r>
      <w:r w:rsidRPr="00F77309">
        <w:rPr>
          <w:rFonts w:ascii="Calibri" w:hAnsi="Calibri" w:cs="Calibri"/>
        </w:rPr>
        <w:t>(SF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obiectiv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mixt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–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HG   907/2016)</w:t>
      </w:r>
    </w:p>
    <w:p w14:paraId="14E4E270" w14:textId="77777777" w:rsidR="005943DA" w:rsidRPr="00F77309" w:rsidRDefault="005943DA" w:rsidP="00163AF4">
      <w:pPr>
        <w:pStyle w:val="Corptext"/>
        <w:ind w:left="397" w:right="1615"/>
        <w:jc w:val="center"/>
        <w:rPr>
          <w:rFonts w:ascii="Calibri" w:hAnsi="Calibri" w:cs="Calibri"/>
        </w:rPr>
      </w:pPr>
    </w:p>
    <w:p w14:paraId="2BCF9185" w14:textId="77777777" w:rsidR="00134DEE" w:rsidRPr="00F77309" w:rsidRDefault="00134DEE" w:rsidP="00163AF4">
      <w:pPr>
        <w:pStyle w:val="Corptext"/>
        <w:ind w:left="397" w:right="1615"/>
        <w:jc w:val="center"/>
        <w:rPr>
          <w:rFonts w:ascii="Calibri" w:hAnsi="Calibri" w:cs="Calibri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F77309" w14:paraId="23F6D0A2" w14:textId="77777777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E62F2" w14:textId="77777777" w:rsidR="005943DA" w:rsidRPr="00F77309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5943DA" w:rsidRPr="00F77309" w14:paraId="0665FD60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648C5" w14:textId="77777777"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2939F" w14:textId="26EE2D41" w:rsidR="005943DA" w:rsidRPr="00F77309" w:rsidRDefault="00B14783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5 -</w:t>
            </w:r>
            <w:r w:rsidRPr="00B14783">
              <w:rPr>
                <w:rFonts w:ascii="Calibri" w:hAnsi="Calibri" w:cs="Calibri"/>
                <w:sz w:val="24"/>
                <w:szCs w:val="24"/>
              </w:rPr>
              <w:t xml:space="preserve"> O REGIUNE ACCESIBILĂ</w:t>
            </w:r>
          </w:p>
        </w:tc>
      </w:tr>
      <w:tr w:rsidR="005943DA" w:rsidRPr="00F77309" w14:paraId="6AC8D3C0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611B6" w14:textId="663E783A" w:rsidR="005943DA" w:rsidRPr="00B14783" w:rsidRDefault="00B14783" w:rsidP="004654E0">
            <w:pPr>
              <w:pStyle w:val="TableParagraph"/>
              <w:ind w:left="107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Acțiunea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231AF" w14:textId="344EF7FC" w:rsidR="005943DA" w:rsidRPr="00F77309" w:rsidRDefault="00B14783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5.2</w:t>
            </w:r>
            <w:r w:rsidRPr="00B14783">
              <w:rPr>
                <w:rFonts w:ascii="Calibri" w:eastAsia="Times New Roman" w:hAnsi="Calibri" w:cstheme="minorHAnsi"/>
                <w:sz w:val="24"/>
                <w:szCs w:val="24"/>
                <w:lang w:eastAsia="de-DE"/>
              </w:rPr>
              <w:t xml:space="preserve"> Descongestionarea traficului din jurul marilor municipii (reședințe de județ)</w:t>
            </w:r>
            <w:r w:rsidR="00B064E5">
              <w:rPr>
                <w:rFonts w:ascii="Calibri" w:eastAsia="Times New Roman" w:hAnsi="Calibri" w:cstheme="minorHAnsi"/>
                <w:sz w:val="24"/>
                <w:szCs w:val="24"/>
                <w:lang w:eastAsia="de-DE"/>
              </w:rPr>
              <w:t xml:space="preserve"> – Apel 2</w:t>
            </w:r>
          </w:p>
        </w:tc>
      </w:tr>
      <w:tr w:rsidR="005943DA" w:rsidRPr="00F77309" w14:paraId="1D6C5B47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04A09" w14:textId="77777777"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51AA8" w14:textId="77777777"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14:paraId="24C70FDD" w14:textId="77777777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67C4" w14:textId="77777777"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apel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proiecte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7B426" w14:textId="29D3F848" w:rsidR="005943DA" w:rsidRPr="00F77309" w:rsidRDefault="00B14783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</w:tr>
      <w:tr w:rsidR="005943DA" w:rsidRPr="00F77309" w14:paraId="44768903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86702" w14:textId="77777777"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SMIS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6369" w14:textId="77777777"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14:paraId="1F8A41C7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31813" w14:textId="77777777"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.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înregistrare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F5E87" w14:textId="77777777"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14:paraId="4193C4AB" w14:textId="77777777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A35E1" w14:textId="77777777"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1B043" w14:textId="77777777"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CECB527" w14:textId="77777777" w:rsidR="005943DA" w:rsidRPr="00F77309" w:rsidRDefault="005943DA" w:rsidP="00163AF4">
      <w:pPr>
        <w:rPr>
          <w:rFonts w:ascii="Calibri" w:hAnsi="Calibri" w:cs="Calibri"/>
          <w:b/>
        </w:rPr>
      </w:pPr>
    </w:p>
    <w:p w14:paraId="7FEE7B9F" w14:textId="77777777" w:rsidR="00134DEE" w:rsidRPr="00F77309" w:rsidRDefault="00134DEE" w:rsidP="00163AF4">
      <w:pPr>
        <w:rPr>
          <w:rFonts w:ascii="Calibri" w:hAnsi="Calibri" w:cs="Calibri"/>
          <w:b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229"/>
        <w:gridCol w:w="567"/>
        <w:gridCol w:w="567"/>
        <w:gridCol w:w="567"/>
        <w:gridCol w:w="993"/>
      </w:tblGrid>
      <w:tr w:rsidR="00134DEE" w:rsidRPr="00F77309" w14:paraId="6C995104" w14:textId="77777777" w:rsidTr="00F77309">
        <w:trPr>
          <w:cantSplit/>
          <w:trHeight w:val="60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97686" w14:textId="77777777" w:rsidR="00134DEE" w:rsidRPr="00F77309" w:rsidRDefault="00134DEE" w:rsidP="00F77309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4E4F2" w14:textId="77777777"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D9FF1E6" w14:textId="77777777" w:rsidR="00134DEE" w:rsidRPr="00F77309" w:rsidRDefault="00134DEE" w:rsidP="00F77309">
            <w:pPr>
              <w:pStyle w:val="TableParagraph"/>
              <w:ind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00A86" w14:textId="77777777"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E70AE32" w14:textId="77777777"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75CDA" w14:textId="77777777"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811E2DF" w14:textId="77777777"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97062" w14:textId="77777777"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399449B" w14:textId="77777777" w:rsidR="00134DEE" w:rsidRPr="00F77309" w:rsidRDefault="00134DEE" w:rsidP="00F77309">
            <w:pPr>
              <w:pStyle w:val="TableParagraph"/>
              <w:ind w:left="13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C273" w14:textId="77777777"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7D5B54E" w14:textId="77777777" w:rsidR="00134DEE" w:rsidRPr="00F77309" w:rsidRDefault="006F276B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Obs</w:t>
            </w:r>
            <w:r w:rsidR="00F77309" w:rsidRPr="00F77309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34DEE" w:rsidRPr="00F77309" w14:paraId="3AFCEB1A" w14:textId="77777777" w:rsidTr="00F77309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0C604EE" w14:textId="77777777" w:rsidR="00134DEE" w:rsidRPr="00F77309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57B80FAD" w14:textId="77777777" w:rsidR="00134DEE" w:rsidRPr="00F77309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4B3E4B4B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2FDB6838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F39FC5F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E937BB0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14:paraId="7325B7F8" w14:textId="77777777" w:rsidTr="00F77309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407F5" w14:textId="77777777"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20EBB" w14:textId="77777777" w:rsidR="00134DEE" w:rsidRPr="00F77309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1,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293BF5C6" w14:textId="77777777"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7C507E99" w14:textId="77777777"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14:paraId="3715B356" w14:textId="77777777"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(secundar/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terțiar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14:paraId="568DB88B" w14:textId="77777777"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14:paraId="15ED7F38" w14:textId="77777777"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14:paraId="53364F33" w14:textId="77777777" w:rsidR="00134DEE" w:rsidRPr="00F77309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precizează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elaborării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/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actualizării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 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938C8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44804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BA8DB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9A682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14:paraId="3E05F1B0" w14:textId="77777777" w:rsidTr="00F77309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F90C5" w14:textId="77777777"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189CB" w14:textId="77777777" w:rsidR="00134DEE" w:rsidRPr="00F77309" w:rsidRDefault="00134DEE" w:rsidP="00E17480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însușește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puțin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14:paraId="487FFB60" w14:textId="77777777" w:rsidR="0018537E" w:rsidRPr="00F77309" w:rsidRDefault="00134DEE" w:rsidP="00E17480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right="135" w:hanging="30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 /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14:paraId="70DB686A" w14:textId="77777777" w:rsidR="00134DEE" w:rsidRPr="00F77309" w:rsidRDefault="00134DEE" w:rsidP="00E17480">
            <w:pPr>
              <w:pStyle w:val="TableParagraph"/>
              <w:numPr>
                <w:ilvl w:val="0"/>
                <w:numId w:val="20"/>
              </w:numPr>
              <w:ind w:right="135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proiectanților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specialități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 persoanei responsabile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proiect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șef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proiect/director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1A2D8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10784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A44FF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5AFCC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14:paraId="3CC5E170" w14:textId="77777777" w:rsidTr="00F77309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5B8D8" w14:textId="77777777"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0EA05" w14:textId="77777777" w:rsidR="00134DEE" w:rsidRPr="00F77309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–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respectiv cele din Anexa 4.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 de Fezabilitate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 La acestea 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elementele specifice din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cadru al DALI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prevăzut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14:paraId="79FE9A74" w14:textId="77777777" w:rsidR="00134DEE" w:rsidRPr="00F77309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*1) conform HG 907/2016,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cadru al SF si DALI poate fi adaptat, în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84FC6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92DAF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A4262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158BC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14:paraId="592C53DE" w14:textId="77777777" w:rsidTr="00F77309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6667EC" w14:textId="77777777"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D813C" w14:textId="77777777" w:rsidR="00937E7C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situaţia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i necesitatea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realizării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obiectivului/proiectului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4 Studiul de</w:t>
            </w:r>
          </w:p>
          <w:p w14:paraId="60438C9F" w14:textId="77777777" w:rsidR="00134DEE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Fezabilitate, la HG 907/2016? La acestea sunt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relevante referitoare la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5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Avizare a Lucrărilor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6A7F3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5D63D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8CE82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71DBA" w14:textId="77777777"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14:paraId="5C67555F" w14:textId="77777777" w:rsidTr="00F77309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9A49B0" w14:textId="77777777"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0996D6" w14:textId="77777777" w:rsidR="00CE4F1E" w:rsidRPr="00F77309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completate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referitoare la constructia existenta, conform precizarilor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Documentatia de avizare a lucrarilor de interventie la HG 907/2016,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50EC8EE5" w14:textId="77777777"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14:paraId="1E32CA79" w14:textId="77777777"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punct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14:paraId="1D8E5149" w14:textId="77777777"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77D12260" w14:textId="77777777"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F77309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2D20BA4E" w14:textId="77777777"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5B981EDF" w14:textId="77777777" w:rsidR="00CE4F1E" w:rsidRPr="00F77309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prefezabilitate, se vor prezenta minimum două scenarii/opţiuni tehnico-economice dintre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 fezabile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prefezabilitate.</w:t>
            </w:r>
          </w:p>
          <w:p w14:paraId="75E5375C" w14:textId="77777777" w:rsidR="00CE4F1E" w:rsidRPr="00F77309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14:paraId="7589C944" w14:textId="77777777"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constructiei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existente,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 care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41FB37DB" w14:textId="77777777"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referitoare la studiul geotehnic pentru soluţia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consolidare a infrastructurii conform reglementărilor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14:paraId="5D9A93AA" w14:textId="77777777"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Destinaţia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14:paraId="0E1FC910" w14:textId="77777777"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Precizarea daca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construcţia existenta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 inclusă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arheologice,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 ale acestora şi în zonele construite 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71184B" w14:textId="77777777"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BDD8E7" w14:textId="77777777"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36DFDF" w14:textId="77777777"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375290" w14:textId="77777777"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14:paraId="276EFCCA" w14:textId="77777777" w:rsidTr="00F77309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430F68" w14:textId="77777777"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2BFDB" w14:textId="77777777"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parametriii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importanţă,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 istorice, după caz, an/ani/perioade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construire pentru fiecare corp de construcţie; suprafaţa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suprafaţa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desfăşurată,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valoarea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alţi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 natura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 existente)?</w:t>
            </w:r>
          </w:p>
          <w:p w14:paraId="6A76FB71" w14:textId="77777777"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baza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concluziilor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energetic,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arhitecturalo-istoric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imobilelor care beneficiază de regimul de protecţie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 istoric şi al imobilelor aflate în zonele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construite protejate?</w:t>
            </w:r>
          </w:p>
          <w:p w14:paraId="71990872" w14:textId="77777777"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Starea tehnică, inclusiv sistemul structural şi 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diagnostic, din punctul de vedere al asigurării cerinţelor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14:paraId="16E5FAEC" w14:textId="77777777"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forţei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majore,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0FD7ECCE" w14:textId="77777777"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F77309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b/>
                <w:spacing w:val="8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b/>
                <w:spacing w:val="81"/>
                <w:sz w:val="24"/>
                <w:szCs w:val="24"/>
              </w:rPr>
              <w:t xml:space="preserve">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8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="00D251CC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energetic, concluziile studiilor de diagnosticare*3), conform precizarilor din cadrul capitolului 4,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secțiunea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A Piese scrise, din cadrul Anexei 5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Documentația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de avizare a lucrarilor de interventie, la HG 907/2016?</w:t>
            </w:r>
          </w:p>
          <w:p w14:paraId="69A44FBC" w14:textId="77777777" w:rsidR="00D251CC" w:rsidRPr="00F77309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Identificarea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scenariilor/opţiunilor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(minimum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două)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detaliată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5.1,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5.2,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5.4,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HG 907/2016,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care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5F93C247" w14:textId="77777777" w:rsidR="00D251CC" w:rsidRPr="00F77309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 principalelor lucrări de intervenţie pentru: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consolidarea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subansamblurilor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ansamblului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protejarea,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repararea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nestructurale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restaurarea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arhitecturale şi a componentelor 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protejare/conservare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naturale şi antropice existente valoroase,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demolarea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parţială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cu/fără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modificarea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configuraţiei şi/sau a funcţiunii existente a construcţiei,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introducerea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suplimentare, introducerea de dispozitive antiseismice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răspunsului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seismic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14:paraId="4290F59C" w14:textId="77777777" w:rsidR="00D251CC" w:rsidRPr="00F77309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    Descrierea, după caz, şi a altor categorii de lucrări incluse în soluţia tehnică de intervenţie propusă, respectiv hidroizolaţii, termoizolaţii, repararea/înlocuirea instalaţiilor/echipamentelor aferente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demontări/montări, debranşări / branşări, finisaje la interior/exterior, după caz, îmbunătăţirea terenului de fundare, precum şi lucrări strict necesare pentru asigurarea funcţionalităţii construcţiei reabilitate?</w:t>
            </w:r>
          </w:p>
          <w:p w14:paraId="4E2B3704" w14:textId="77777777" w:rsidR="005F26B9" w:rsidRPr="00F77309" w:rsidRDefault="005F26B9" w:rsidP="00F77309">
            <w:pPr>
              <w:pStyle w:val="TableParagraph"/>
              <w:tabs>
                <w:tab w:val="left" w:pos="1132"/>
              </w:tabs>
              <w:ind w:left="134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*3) studiile de diagnosticare pot fi: studii de identificare a alcătuirilor constructive 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 de for public, situri arheologice, analiza compatibilităţii conformării spaţiale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a clădirii existente cu normele specifice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funcțiunii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şi a măsurii în care aceasta răspunde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A6A05" w14:textId="77777777"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22C4A" w14:textId="77777777"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F112" w14:textId="77777777"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1FF61" w14:textId="77777777"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14:paraId="3B59D653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48EF9" w14:textId="77777777"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DCC22" w14:textId="77777777" w:rsidR="00757425" w:rsidRPr="00F77309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conform precizarilor din capitolul 4, sectiunea A Piese scrise, din cadrul Anexei 4 Studiul de Fezabilitate, la HG 907/2016? La acestea sunt adaugate informatiile aplicabile din capitolele 5.5 si 5.6, sectiunea A Piese scrise, din cadrul Anexei 5 Documentatia de avizare a lucrarilor de interventie,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20D9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1FF45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ADD20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1CD32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14:paraId="6342860D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FFBDB" w14:textId="77777777"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DC1E5" w14:textId="77777777" w:rsidR="00757425" w:rsidRPr="00F77309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F77309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Studiul de Fezabilitate,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 HG 907/2016? 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acestea sunt adaugate informatiile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6, sectiunea 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 avizare a lucrarilor de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45704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B1E2D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18981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4D594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14:paraId="1F6F3387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D8129" w14:textId="77777777"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AC9B" w14:textId="77777777" w:rsidR="00757425" w:rsidRPr="00F77309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Calibri" w:hAnsi="Calibri" w:cs="Calibri"/>
              </w:rPr>
              <w:t xml:space="preserve">Există şi se respectă structura capitolului: </w:t>
            </w:r>
            <w:r w:rsidRPr="00F77309">
              <w:rPr>
                <w:rFonts w:ascii="Calibri" w:eastAsia="Calibri" w:hAnsi="Calibri" w:cs="Calibri"/>
                <w:b/>
              </w:rPr>
              <w:t>Urbanism, acorduri si avize</w:t>
            </w:r>
            <w:r w:rsidRPr="00F77309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</w:rPr>
              <w:t>conforme</w:t>
            </w:r>
            <w:r w:rsidRPr="00F77309">
              <w:rPr>
                <w:rFonts w:ascii="Calibri" w:eastAsia="Calibri" w:hAnsi="Calibri" w:cs="Calibri"/>
              </w:rPr>
              <w:t xml:space="preserve">, conform precizarilor din capitolul 6, sectiunea A </w:t>
            </w:r>
            <w:r w:rsidRPr="00F77309">
              <w:rPr>
                <w:rFonts w:ascii="Calibri" w:eastAsia="Calibri" w:hAnsi="Calibri" w:cs="Calibri"/>
                <w:i/>
              </w:rPr>
              <w:t>Piese scrise,</w:t>
            </w:r>
            <w:r w:rsidRPr="00F77309">
              <w:rPr>
                <w:rFonts w:ascii="Calibri" w:eastAsia="Calibri" w:hAnsi="Calibri" w:cs="Calibri"/>
                <w:i/>
                <w:spacing w:val="-5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din</w:t>
            </w:r>
            <w:r w:rsidRPr="00F77309">
              <w:rPr>
                <w:rFonts w:ascii="Calibri" w:eastAsia="Calibri" w:hAnsi="Calibri" w:cs="Calibri"/>
                <w:spacing w:val="17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cadrul</w:t>
            </w:r>
            <w:r w:rsidRPr="00F77309">
              <w:rPr>
                <w:rFonts w:ascii="Calibri" w:eastAsia="Calibri" w:hAnsi="Calibri" w:cs="Calibri"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Anexei</w:t>
            </w:r>
            <w:r w:rsidRPr="00F77309">
              <w:rPr>
                <w:rFonts w:ascii="Calibri" w:eastAsia="Calibri" w:hAnsi="Calibri" w:cs="Calibri"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4</w:t>
            </w:r>
            <w:r w:rsidRPr="00F77309">
              <w:rPr>
                <w:rFonts w:ascii="Calibri" w:eastAsia="Calibri" w:hAnsi="Calibri" w:cs="Calibri"/>
                <w:spacing w:val="21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Studiul</w:t>
            </w:r>
            <w:r w:rsidRPr="00F77309">
              <w:rPr>
                <w:rFonts w:ascii="Calibri" w:eastAsia="Calibri" w:hAnsi="Calibri" w:cs="Calibri"/>
                <w:i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de</w:t>
            </w:r>
            <w:r w:rsidRPr="00F77309">
              <w:rPr>
                <w:rFonts w:ascii="Calibri" w:eastAsia="Calibri" w:hAnsi="Calibri" w:cs="Calibri"/>
                <w:i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Fezabilitate,</w:t>
            </w:r>
            <w:r w:rsidRPr="00F77309">
              <w:rPr>
                <w:rFonts w:ascii="Calibri" w:eastAsia="Calibri" w:hAnsi="Calibri" w:cs="Calibri"/>
                <w:i/>
                <w:spacing w:val="24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la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HG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907/2016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completat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cu informatiile </w:t>
            </w:r>
            <w:r w:rsidRPr="00F77309">
              <w:rPr>
                <w:rFonts w:ascii="Calibri" w:eastAsia="Trebuchet MS" w:hAnsi="Calibri" w:cs="Calibri"/>
                <w:u w:val="single"/>
                <w:lang w:eastAsia="en-US"/>
              </w:rPr>
              <w:t>aplicabile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din capitolul 7, sectiunea A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Piese scrise,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din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cadrul Anexei 5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Documentatia de avizare a lucrarilor de interventie,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la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HG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907/2016),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fiind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prezentate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urmatoarele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documente:</w:t>
            </w:r>
          </w:p>
          <w:p w14:paraId="341A7E51" w14:textId="77777777"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Certificatul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urbanism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emis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vederea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obţinerii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autorizaţiei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</w:p>
          <w:p w14:paraId="776CB241" w14:textId="77777777" w:rsidR="00757425" w:rsidRPr="00F77309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construire?</w:t>
            </w:r>
          </w:p>
          <w:p w14:paraId="1FFF56BC" w14:textId="77777777"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Extras de carte funciară, cu excepţia cazurilor speciale, expres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prevăzute de lege?</w:t>
            </w:r>
          </w:p>
          <w:p w14:paraId="21AF2C29" w14:textId="77777777"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lastRenderedPageBreak/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 mediului vor face obiectul procedurii de evaluare 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 asupra 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 Actul administrativ al autorităţii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competente pentru protecţia mediului, măsuri de diminuare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impactului, măsuri de compensare, modalitatea de integrare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prevederilor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acordului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mediu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documentaţia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tehnico-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economică?</w:t>
            </w:r>
          </w:p>
          <w:p w14:paraId="583DEDC5" w14:textId="77777777"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i/>
                <w:lang w:eastAsia="en-US"/>
              </w:rPr>
              <w:t>NU</w:t>
            </w:r>
            <w:r w:rsidRPr="00F77309">
              <w:rPr>
                <w:rFonts w:ascii="Calibri" w:eastAsia="Trebuchet MS" w:hAnsi="Calibri" w:cs="Calibri"/>
                <w:b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vor</w:t>
            </w:r>
            <w:r w:rsidRPr="00F77309">
              <w:rPr>
                <w:rFonts w:ascii="Calibri" w:eastAsia="Trebuchet MS" w:hAnsi="Calibri" w:cs="Calibri"/>
                <w:i/>
                <w:spacing w:val="1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face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obiectul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procedurii</w:t>
            </w:r>
            <w:r w:rsidRPr="00F77309">
              <w:rPr>
                <w:rFonts w:ascii="Calibri" w:eastAsia="Trebuchet MS" w:hAnsi="Calibri" w:cs="Calibri"/>
                <w:i/>
                <w:spacing w:val="1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evaluare</w:t>
            </w:r>
            <w:r w:rsidRPr="00F77309">
              <w:rPr>
                <w:rFonts w:ascii="Calibri" w:eastAsia="Trebuchet MS" w:hAnsi="Calibri" w:cs="Calibri"/>
                <w:i/>
                <w:spacing w:val="-58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asupra</w:t>
            </w:r>
            <w:r w:rsidRPr="00F77309">
              <w:rPr>
                <w:rFonts w:ascii="Calibri" w:eastAsia="Trebuchet MS" w:hAnsi="Calibri" w:cs="Calibri"/>
                <w:i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</w:t>
            </w:r>
            <w:r w:rsidRPr="00F77309">
              <w:rPr>
                <w:rFonts w:ascii="Calibri" w:eastAsia="Trebuchet MS" w:hAnsi="Calibri" w:cs="Calibri"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clasarea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notificării</w:t>
            </w:r>
            <w:r w:rsidRPr="00F77309">
              <w:rPr>
                <w:rFonts w:ascii="Calibri" w:eastAsia="Trebuchet MS" w:hAnsi="Calibri" w:cs="Calibri"/>
                <w:spacing w:val="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?</w:t>
            </w:r>
          </w:p>
          <w:p w14:paraId="5AD78657" w14:textId="77777777"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Avize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conforme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privind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asigurarea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utilităţilor?</w:t>
            </w:r>
          </w:p>
          <w:p w14:paraId="1949A767" w14:textId="77777777"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Studiu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topografic,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vizat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Oficiul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Cadastru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şi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Publicitate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Imobiliară?</w:t>
            </w:r>
          </w:p>
          <w:p w14:paraId="39A7CE32" w14:textId="77777777"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hAnsi="Calibri" w:cs="Calibri"/>
              </w:rPr>
              <w:t>Avize,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acorduri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studii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după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caz,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în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funcţie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specificul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obiectivului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investiţii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care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pot</w:t>
            </w:r>
            <w:r w:rsidRPr="00F77309">
              <w:rPr>
                <w:rFonts w:ascii="Calibri" w:hAnsi="Calibri" w:cs="Calibri"/>
                <w:spacing w:val="60"/>
              </w:rPr>
              <w:t xml:space="preserve"> </w:t>
            </w:r>
            <w:r w:rsidRPr="00F77309">
              <w:rPr>
                <w:rFonts w:ascii="Calibri" w:hAnsi="Calibri" w:cs="Calibri"/>
              </w:rPr>
              <w:t>condiţiona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soluţiile</w:t>
            </w:r>
            <w:r w:rsidRPr="00F77309">
              <w:rPr>
                <w:rFonts w:ascii="Calibri" w:hAnsi="Calibri" w:cs="Calibri"/>
                <w:spacing w:val="-2"/>
              </w:rPr>
              <w:t xml:space="preserve"> </w:t>
            </w:r>
            <w:r w:rsidRPr="00F77309">
              <w:rPr>
                <w:rFonts w:ascii="Calibri" w:hAnsi="Calibri" w:cs="Calibri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E1B58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BEE3D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F69F6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0C700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14:paraId="024350F6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88482" w14:textId="77777777"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02720" w14:textId="77777777" w:rsidR="00757425" w:rsidRPr="00F77309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14:paraId="2E09BD6F" w14:textId="77777777"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46B517C0" w14:textId="77777777"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despre entitatea responsabila cu implementarea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2C5D0515" w14:textId="77777777"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luni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14:paraId="0798B26D" w14:textId="77777777"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14:paraId="0801B121" w14:textId="77777777"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14:paraId="43F4F4F0" w14:textId="77777777"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concluzii si recomandari, conform precizarilor din capitolul 8, sectiunea A Piese scrise, din cadrul Anexei 4 Studiul de Fezabilitate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56CA3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56DB2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E469D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E61A" w14:textId="77777777"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D5E" w:rsidRPr="00F77309" w14:paraId="71776922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594DA" w14:textId="77777777" w:rsidR="00931D5E" w:rsidRPr="00F77309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C64D5" w14:textId="77777777" w:rsidR="00931D5E" w:rsidRPr="00F77309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conținutul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documentațiilor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finanțate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5-a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6 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36A5370A" w14:textId="77777777"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7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14:paraId="7B3D579E" w14:textId="77777777"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73232" w14:textId="77777777"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D9449" w14:textId="77777777"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E928D" w14:textId="77777777"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929DA" w14:textId="77777777"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FA5" w:rsidRPr="00F77309" w14:paraId="077A6A0D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92E7F" w14:textId="77777777" w:rsidR="00BD6FA5" w:rsidRPr="00F77309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97C67" w14:textId="77777777" w:rsidR="00BD6FA5" w:rsidRPr="00F77309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Devizele pe Obiect sunt întocmite conform pe modelul din anexa 8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65317" w14:textId="77777777"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3A65" w14:textId="77777777"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338DF" w14:textId="77777777"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7716" w14:textId="77777777"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14:paraId="4476A984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32D24" w14:textId="77777777"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7B5A9" w14:textId="77777777"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110B3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A8A0E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F0BA2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29CE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14:paraId="6B6616F8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1F32A" w14:textId="77777777"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A4D4D" w14:textId="77777777"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mentionate la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B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60A461E8" w14:textId="77777777"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14:paraId="1D4CE071" w14:textId="77777777"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situaţie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294B1CC1" w14:textId="77777777"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generale,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şi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caracteristice de arhitectură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rezistență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funcționale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419AD973" w14:textId="77777777"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generale,   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profile   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longitudinale   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transversale</w:t>
            </w:r>
          </w:p>
          <w:p w14:paraId="6C94F99A" w14:textId="77777777" w:rsidR="00163AF4" w:rsidRPr="00F77309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86735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C2336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FA8FC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28146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14:paraId="441E016B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C1F4E" w14:textId="77777777"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9CCE1" w14:textId="77777777" w:rsidR="00163AF4" w:rsidRPr="00F77309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mentionate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desenate,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Documentaţia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0F55898A" w14:textId="77777777"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14:paraId="5F8A36A4" w14:textId="77777777"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situaţie?</w:t>
            </w:r>
          </w:p>
          <w:p w14:paraId="545F24AB" w14:textId="77777777"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releveu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-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planuri,</w:t>
            </w:r>
          </w:p>
          <w:p w14:paraId="610E8DF5" w14:textId="77777777" w:rsidR="00163AF4" w:rsidRPr="00F77309" w:rsidRDefault="00F77309" w:rsidP="004654E0">
            <w:pPr>
              <w:pStyle w:val="TableParagraph"/>
              <w:ind w:left="46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14:paraId="0668E80B" w14:textId="77777777" w:rsidR="00163AF4" w:rsidRPr="00F77309" w:rsidRDefault="00F77309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planșe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specifice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analiză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sinteză,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="00163AF4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monumente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 zonele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protecție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 xml:space="preserve">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AA107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03168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2E8A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A153F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14:paraId="51B5063E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951C4" w14:textId="77777777"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2BBA0" w14:textId="77777777" w:rsidR="00163AF4" w:rsidRPr="00F77309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planșă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cartuș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4A06D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B2B06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E4C37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94F3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14:paraId="291EF82D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D5BCE" w14:textId="77777777"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7BB2A" w14:textId="77777777"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În cazul în care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au fost anexate la cererea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format scanat,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 fost semnate și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prezentă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semnătura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si stampila tuturor persoanelor nominalizate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14:paraId="2353FF1E" w14:textId="77777777"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/</w:t>
            </w:r>
            <w:r w:rsidRPr="00F77309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14:paraId="686EF8F7" w14:textId="77777777"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drept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numar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TNA,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14:paraId="0451F81F" w14:textId="77777777"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14:paraId="57A86F50" w14:textId="77777777"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14:paraId="73C336C9" w14:textId="77777777"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in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9BE59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82397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A27BB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2FC89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14:paraId="6671ED3B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3991C" w14:textId="77777777"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59AF2" w14:textId="77777777" w:rsidR="00163AF4" w:rsidRPr="00F77309" w:rsidRDefault="00163AF4" w:rsidP="004654E0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dacă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5EC3D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4AE15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583D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0D255" w14:textId="77777777"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14:paraId="30DA32A9" w14:textId="77777777" w:rsidTr="00F77309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6CEEB" w14:textId="77777777"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CE916" w14:textId="77777777" w:rsidR="00E46395" w:rsidRPr="00F77309" w:rsidRDefault="00E46395" w:rsidP="00E4639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Exista semnatura si stampila (sau varianta electronica a acestora coform prevederi legale) a expertului tehnic atestat MLPAT care a realizat  expertiza pe documentele (scrise si desenate) ale specialitatii de rezistenta pentru partea de DALI? acestea pot fi asimilate cu plansele cu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solutia existenta  si solutia  propusa, daca exista, parte a expertizei tehnice.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B10E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34B8B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5C4BA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8D402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14:paraId="5CCD2A35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64062" w14:textId="77777777"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0B1E9" w14:textId="77777777" w:rsidR="00E46395" w:rsidRPr="00F77309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coform prevederi legale) a verificatorilor de proiecte atestati MLPAT pe documentele (scrise si desenate) alepartii de  DALI si referatele de verificare? 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62E56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C41EE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1324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D1C8D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14:paraId="2E64B091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1D0D" w14:textId="77777777"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C67D8" w14:textId="77777777" w:rsidR="00E46395" w:rsidRPr="00F77309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o descriere a lucrărilor de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8A76D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BF841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FD8E3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05F4C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14:paraId="3B1C4024" w14:textId="77777777" w:rsidTr="00F77309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D668DD" w14:textId="77777777"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1DD59" w14:textId="77777777"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56ADC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575C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12B4E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722BB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14:paraId="123876C4" w14:textId="77777777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D5879C" w14:textId="77777777"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0400B" w14:textId="77777777"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14:paraId="0965ADB5" w14:textId="77777777"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Se prezinta evaluarea impactului proiectului asupra emisiilor de GES. Dacă p</w:t>
            </w:r>
            <w:r w:rsidRPr="00F77309">
              <w:rPr>
                <w:rFonts w:ascii="Calibri" w:hAnsi="Calibri" w:cs="Calibri"/>
                <w:b/>
                <w:noProof/>
                <w:u w:val="single"/>
                <w:lang w:val="ro-RO"/>
              </w:rPr>
              <w:t xml:space="preserve">roiectul nu necesită o evaluare </w:t>
            </w:r>
            <w:r w:rsidRPr="00F77309">
              <w:rPr>
                <w:rFonts w:ascii="Calibri" w:hAnsi="Calibri" w:cs="Calibri"/>
                <w:b/>
                <w:noProof/>
                <w:lang w:val="ro-RO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5A5B7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3105B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759B7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96F1C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14:paraId="0B308983" w14:textId="77777777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30FEC5" w14:textId="77777777"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A7C92" w14:textId="77777777"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14:paraId="4479BEF0" w14:textId="77777777"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14:paraId="0D9EC51F" w14:textId="77777777"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14:paraId="1EFCF820" w14:textId="77777777"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14:paraId="69C7B080" w14:textId="77777777"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B0647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C9B3A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BB3D8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F5303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14:paraId="6B8F8380" w14:textId="77777777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181DF6" w14:textId="77777777"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24920" w14:textId="77777777"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(a)Faza 1. Examinare/Încadrarea, sunt prezentate:</w:t>
            </w:r>
          </w:p>
          <w:p w14:paraId="41FC1389" w14:textId="77777777"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14:paraId="7E865079" w14:textId="77777777"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14:paraId="01CA2CC5" w14:textId="77777777"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tabs>
                <w:tab w:val="left" w:pos="450"/>
              </w:tabs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429F4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A4BD0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30B3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F71A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14:paraId="74F2B086" w14:textId="77777777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B4A448" w14:textId="77777777"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F55D1" w14:textId="77777777"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77309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(b)Faza 2. Analiza detaliată de risc - Analiza detaliată depinde de rezultatul fazei de examinare, sunt prezentate:</w:t>
            </w:r>
          </w:p>
          <w:p w14:paraId="535C0FE9" w14:textId="77777777" w:rsidR="00E46395" w:rsidRPr="00F77309" w:rsidRDefault="00E4639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Probabilitatea( probabilitatea ca riscurile climatice identificate sa aibă loc in timpul duratei de viață a proiectului)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B4772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0A62C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3C3F2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0EC37" w14:textId="77777777"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14:paraId="01A4EB39" w14:textId="77777777" w:rsidTr="00F77309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6B0DE0" w14:textId="77777777" w:rsidR="00E87F85" w:rsidRPr="00F77309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01455" w14:textId="77777777" w:rsidR="00E87F85" w:rsidRPr="00F77309" w:rsidRDefault="00E87F8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14:paraId="3118BF12" w14:textId="77777777" w:rsidR="00E87F85" w:rsidRPr="00F77309" w:rsidRDefault="00E87F8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Riscul (identifica riscurile potențiale cele mai semnificative și cele în care 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trebuie luate măsuri de adaptare)</w:t>
            </w:r>
          </w:p>
          <w:p w14:paraId="1D66E63D" w14:textId="77777777" w:rsidR="00E87F85" w:rsidRPr="00F77309" w:rsidRDefault="00E87F85" w:rsidP="00F77309">
            <w:pPr>
              <w:pStyle w:val="Listparagraf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B7DB1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1A65F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877C2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20E0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14:paraId="60AE3F32" w14:textId="77777777" w:rsidTr="00F77309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E0A5E0" w14:textId="77777777" w:rsidR="00E87F85" w:rsidRPr="00F77309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856BE" w14:textId="77777777" w:rsidR="00E87F85" w:rsidRPr="00F77309" w:rsidRDefault="00E87F8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>Documentația tehnico-economic</w:t>
            </w:r>
            <w:r w:rsidR="00E17480">
              <w:rPr>
                <w:rFonts w:ascii="Calibri" w:eastAsia="Trebuchet MS" w:hAnsi="Calibri" w:cs="Calibri"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reflect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 m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surile de imunizare la schimb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rile climatice prev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zute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n raportul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ntocmit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4B099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7994C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0EFE6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004A0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14:paraId="4CC745AA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14:paraId="17BB4F89" w14:textId="77777777"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07E7039B" w14:textId="77777777"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481F3B3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86F022D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5B3649E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2E27ED4C" w14:textId="77777777"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14:paraId="20C07324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3C8686C" w14:textId="77777777"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5AACA9" w14:textId="77777777"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</w:t>
            </w:r>
            <w:r w:rsid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F77309">
              <w:rPr>
                <w:rFonts w:ascii="Calibri" w:hAnsi="Calibri" w:cs="Calibri"/>
                <w:sz w:val="24"/>
                <w:szCs w:val="24"/>
              </w:rPr>
              <w:t>ță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>
              <w:rPr>
                <w:rFonts w:ascii="Calibri" w:hAnsi="Calibri" w:cs="Calibri"/>
                <w:sz w:val="24"/>
                <w:szCs w:val="24"/>
              </w:rPr>
              <w:t>î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ntre obiectele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(inclusiv tipurile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construcții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etc.) din cadrul SF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9E966D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DB4EF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2E66D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EC6E0" w14:textId="77777777"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14:paraId="3E03EF77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DF7FC" w14:textId="77777777"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F3219" w14:textId="77777777" w:rsidR="00E87F85" w:rsidRPr="00F77309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61C1B9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1AB7A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2C35EB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D66F6" w14:textId="77777777"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14:paraId="48971FE1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068B10" w14:textId="77777777"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11AEB0" w14:textId="77777777" w:rsidR="00E87F85" w:rsidRPr="00E1748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E17480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E17480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a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investiției:</w:t>
            </w:r>
          </w:p>
          <w:p w14:paraId="376799E3" w14:textId="77777777"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1C876E5C" w14:textId="77777777"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14:paraId="12A1918C" w14:textId="77777777"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14:paraId="5B595E55" w14:textId="77777777"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i/>
                <w:sz w:val="24"/>
                <w:szCs w:val="24"/>
              </w:rPr>
              <w:t>depăși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termenul prevăzut în documentele de programare: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4BEBF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964D07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15BC64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920AB" w14:textId="77777777"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14:paraId="7A2E9582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ED9D2" w14:textId="77777777"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E73A63" w14:textId="77777777" w:rsidR="00E87F85" w:rsidRPr="00F77309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Documentele anexate la cererea de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care demonstraza dreptul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cuprinzătoare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fata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intervențiile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B7AD6C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4F0B0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24B5A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1BD7A" w14:textId="77777777"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14:paraId="2EC73A7A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682A9229" w14:textId="77777777"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362B80" w14:textId="77777777" w:rsidR="00E87F85" w:rsidRPr="00F77309" w:rsidRDefault="00E87F85" w:rsidP="00F77309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acestea</w:t>
            </w:r>
            <w:r w:rsidRPr="00F77309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6D2FA9F6" w14:textId="77777777" w:rsidR="00E87F85" w:rsidRPr="00F77309" w:rsidRDefault="00C73212" w:rsidP="00F77309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Lucrările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propuse la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existente s-au elaborat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pe baza concluziilor raportului de expertiză tehnică, si (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caz) a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 energetic, luându-se în calcul inclusiv scenariul recomandat de</w:t>
            </w:r>
            <w:r w:rsidR="00E87F85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tehnice,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respectiv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9821C0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3A56E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FE4F45" w14:textId="77777777"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33C989" w14:textId="77777777"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7309" w:rsidRPr="00F77309" w14:paraId="6F308209" w14:textId="77777777" w:rsidTr="00F77309">
        <w:trPr>
          <w:trHeight w:val="380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C1B2C85" w14:textId="77777777" w:rsidR="00F77309" w:rsidRPr="00F77309" w:rsidRDefault="00F77309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2987A7C2" w14:textId="77777777" w:rsidR="00F77309" w:rsidRPr="00F77309" w:rsidRDefault="00F77309" w:rsidP="004A342B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14:paraId="543B9537" w14:textId="77777777"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14:paraId="0CD853B9" w14:textId="77777777"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vizat</w:t>
            </w:r>
            <w:r w:rsidRPr="00F77309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62109388" w14:textId="77777777"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30F8B282" w14:textId="77777777"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utilităților?</w:t>
            </w:r>
          </w:p>
          <w:p w14:paraId="4FE4E07F" w14:textId="77777777"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 administrativ al autorității competente pentru protecția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compensare, modalitatea de  integrare a prevederilor acordului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ehnico-economică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1A85359D" w14:textId="77777777"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condiționa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3669AD6" w14:textId="77777777"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124EAC35" w14:textId="77777777"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6F312406" w14:textId="77777777"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B3FF1EA" w14:textId="77777777" w:rsidR="00F77309" w:rsidRPr="00F77309" w:rsidRDefault="00F77309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14:paraId="0C865CA4" w14:textId="77777777" w:rsidTr="00F77309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97FEB" w14:textId="77777777"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D1C89" w14:textId="77777777" w:rsidR="00E87F85" w:rsidRPr="00F77309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scrise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corelate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2C7629" w14:textId="77777777"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BDB3D4" w14:textId="77777777"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A87094" w14:textId="77777777"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3D02F" w14:textId="77777777"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14:paraId="4E351F97" w14:textId="77777777" w:rsidTr="00F77309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9CB095" w14:textId="77777777"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2F1607" w14:textId="77777777" w:rsidR="00E87F85" w:rsidRPr="00F77309" w:rsidRDefault="00E87F85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Devizele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6CD279" w14:textId="77777777"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D3542F" w14:textId="77777777"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15BF3" w14:textId="77777777"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41610E" w14:textId="77777777"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14:paraId="34D69E18" w14:textId="77777777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09C4F6" w14:textId="77777777"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5FACA" w14:textId="77777777" w:rsidR="00E87F85" w:rsidRPr="00F77309" w:rsidRDefault="00C73212" w:rsidP="00F77309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30707" w14:textId="77777777"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3163E5" w14:textId="77777777"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2258D" w14:textId="77777777"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F77880" w14:textId="77777777"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287BBF29" w14:textId="77777777" w:rsidR="00324E6E" w:rsidRPr="00F77309" w:rsidRDefault="00324E6E" w:rsidP="00324E6E">
      <w:pPr>
        <w:rPr>
          <w:rFonts w:ascii="Calibri" w:hAnsi="Calibri" w:cs="Calibri"/>
        </w:rPr>
      </w:pPr>
    </w:p>
    <w:p w14:paraId="2E614377" w14:textId="77777777" w:rsidR="00324E6E" w:rsidRPr="00F77309" w:rsidRDefault="00324E6E" w:rsidP="00324E6E">
      <w:pPr>
        <w:ind w:left="831" w:hanging="1398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În cazul bifării cu NU la oricare din criterii proiectul se respinge. </w:t>
      </w:r>
    </w:p>
    <w:p w14:paraId="6465EF37" w14:textId="77777777" w:rsidR="00324E6E" w:rsidRPr="00F77309" w:rsidRDefault="00324E6E" w:rsidP="00324E6E">
      <w:pPr>
        <w:ind w:left="831" w:hanging="1398"/>
        <w:rPr>
          <w:rFonts w:ascii="Calibri" w:hAnsi="Calibri" w:cs="Calibri"/>
        </w:rPr>
      </w:pPr>
    </w:p>
    <w:p w14:paraId="3596F9A8" w14:textId="77777777" w:rsidR="00324E6E" w:rsidRPr="00F77309" w:rsidRDefault="00324E6E" w:rsidP="00324E6E">
      <w:pPr>
        <w:ind w:left="-567"/>
        <w:rPr>
          <w:rFonts w:ascii="Calibri" w:hAnsi="Calibri" w:cs="Calibri"/>
        </w:rPr>
      </w:pPr>
      <w:r w:rsidRPr="00F77309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doua, sau ambele simultan) din cadrul Secțiunii II.</w:t>
      </w:r>
    </w:p>
    <w:sectPr w:rsidR="00324E6E" w:rsidRPr="00F77309" w:rsidSect="00185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3EF6F" w14:textId="77777777" w:rsidR="00913850" w:rsidRDefault="00913850">
      <w:r>
        <w:separator/>
      </w:r>
    </w:p>
  </w:endnote>
  <w:endnote w:type="continuationSeparator" w:id="0">
    <w:p w14:paraId="2FF878BE" w14:textId="77777777" w:rsidR="00913850" w:rsidRDefault="009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9A941" w14:textId="77777777" w:rsidR="00E02E4D" w:rsidRDefault="00E02E4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 w14:paraId="3BAC57AC" w14:textId="77777777">
      <w:trPr>
        <w:cantSplit/>
        <w:trHeight w:hRule="exact" w:val="340"/>
        <w:hidden/>
      </w:trPr>
      <w:tc>
        <w:tcPr>
          <w:tcW w:w="9210" w:type="dxa"/>
        </w:tcPr>
        <w:p w14:paraId="64160435" w14:textId="77777777"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14:paraId="5DAC22F8" w14:textId="77777777" w:rsidR="0055238C" w:rsidRDefault="003D0D7A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0288" behindDoc="0" locked="0" layoutInCell="1" allowOverlap="1" wp14:anchorId="45934FF9" wp14:editId="3F6FE9C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988AF" wp14:editId="42AD7D49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77222A" w14:textId="77777777"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4AC3FF3" wp14:editId="2F1E0C5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3DA54" w14:textId="77777777"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ECD49BE" wp14:editId="1492BE7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610559" w14:textId="77777777"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A170717" w14:textId="77777777"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077DC71" w14:textId="77777777"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7216" behindDoc="0" locked="0" layoutInCell="1" allowOverlap="1" wp14:anchorId="5CA196CC" wp14:editId="3E22F976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C67ADB" w14:textId="77777777"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5BB0B" w14:textId="77777777" w:rsidR="0055238C" w:rsidRDefault="003D0D7A">
    <w:pPr>
      <w:pStyle w:val="Subsol"/>
    </w:pPr>
    <w:r>
      <w:rPr>
        <w:lang w:val="en-US" w:eastAsia="en-US"/>
      </w:rPr>
      <w:drawing>
        <wp:anchor distT="0" distB="0" distL="114300" distR="114300" simplePos="0" relativeHeight="251655168" behindDoc="0" locked="0" layoutInCell="1" allowOverlap="1" wp14:anchorId="4F2C2E6C" wp14:editId="6CFDBE66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D7E2EBD" wp14:editId="4CD3E0DA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5B617B" w14:textId="77777777"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7765DD04" wp14:editId="19DCC9C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B0058" w14:textId="77777777"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635C3B7" wp14:editId="17A216F4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0636F1" w14:textId="77777777"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0768B20" w14:textId="77777777"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EC420B8" w14:textId="77777777"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40574F74" wp14:editId="708FF38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3DC1B" w14:textId="77777777" w:rsidR="00913850" w:rsidRDefault="00913850">
      <w:r>
        <w:separator/>
      </w:r>
    </w:p>
  </w:footnote>
  <w:footnote w:type="continuationSeparator" w:id="0">
    <w:p w14:paraId="2CADF527" w14:textId="77777777" w:rsidR="00913850" w:rsidRDefault="0091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C138" w14:textId="77777777" w:rsidR="00E02E4D" w:rsidRDefault="00E02E4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481FD" w14:textId="77777777" w:rsidR="006F276B" w:rsidRPr="006F276B" w:rsidRDefault="003D0D7A" w:rsidP="006F276B">
    <w:pPr>
      <w:spacing w:line="330" w:lineRule="auto"/>
      <w:rPr>
        <w:rFonts w:ascii="Calibri" w:hAnsi="Calibri"/>
        <w:sz w:val="22"/>
        <w:szCs w:val="22"/>
      </w:rPr>
    </w:pPr>
    <w:r w:rsidRPr="006F276B">
      <w:rPr>
        <w:rFonts w:ascii="Calibri" w:hAnsi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69D4099" wp14:editId="09C42A3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F3CF7" w14:textId="77777777" w:rsidR="006F276B" w:rsidRDefault="006F276B" w:rsidP="006F276B">
                            <w:pPr>
                              <w:spacing w:line="330" w:lineRule="auto"/>
                            </w:pPr>
                          </w:p>
                          <w:p w14:paraId="7552BA5A" w14:textId="77777777" w:rsidR="006F276B" w:rsidRPr="00851382" w:rsidRDefault="006F276B" w:rsidP="006F276B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6F276B" w:rsidRDefault="006F276B" w:rsidP="006F276B">
                      <w:pPr>
                        <w:spacing w:line="330" w:lineRule="auto"/>
                      </w:pPr>
                    </w:p>
                    <w:p w:rsidR="006F276B" w:rsidRPr="00851382" w:rsidRDefault="006F276B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6F276B" w:rsidRPr="006F276B">
      <w:rPr>
        <w:rFonts w:ascii="Calibri" w:hAnsi="Calibri"/>
        <w:color w:val="999999"/>
        <w:sz w:val="22"/>
        <w:szCs w:val="22"/>
      </w:rPr>
      <w:t xml:space="preserve">Pagina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6F276B" w:rsidRPr="006F276B">
      <w:rPr>
        <w:rFonts w:ascii="Calibri" w:hAnsi="Calibri"/>
        <w:color w:val="999999"/>
        <w:sz w:val="22"/>
        <w:szCs w:val="22"/>
      </w:rPr>
      <w:t>2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color w:val="999999"/>
        <w:sz w:val="22"/>
        <w:szCs w:val="22"/>
      </w:rPr>
      <w:t xml:space="preserve"> din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6F276B" w:rsidRPr="006F276B">
      <w:rPr>
        <w:rFonts w:ascii="Calibri" w:hAnsi="Calibri"/>
        <w:color w:val="999999"/>
        <w:sz w:val="22"/>
        <w:szCs w:val="22"/>
      </w:rPr>
      <w:t>2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sz w:val="22"/>
        <w:szCs w:val="22"/>
      </w:rPr>
      <w:t xml:space="preserve">  </w:t>
    </w:r>
    <w:r w:rsidR="006F276B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F77309">
      <w:rPr>
        <w:rFonts w:ascii="Calibri" w:hAnsi="Calibri"/>
        <w:color w:val="808080"/>
        <w:spacing w:val="20"/>
        <w:sz w:val="22"/>
        <w:szCs w:val="22"/>
      </w:rPr>
      <w:t>A</w:t>
    </w:r>
    <w:r w:rsidR="006F276B" w:rsidRPr="006F276B">
      <w:rPr>
        <w:rFonts w:ascii="Calibri" w:hAnsi="Calibri"/>
        <w:color w:val="808080"/>
        <w:spacing w:val="20"/>
        <w:sz w:val="22"/>
        <w:szCs w:val="22"/>
      </w:rPr>
      <w:t>DR CENTRU</w:t>
    </w:r>
  </w:p>
  <w:p w14:paraId="528BB2BB" w14:textId="77777777" w:rsidR="006F276B" w:rsidRPr="00851382" w:rsidRDefault="006F276B" w:rsidP="006F276B">
    <w:pPr>
      <w:pStyle w:val="Antet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6A52" w14:textId="77777777" w:rsidR="0018537E" w:rsidRDefault="003D0D7A" w:rsidP="0018537E">
    <w:pPr>
      <w:pStyle w:val="Antet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61312" behindDoc="0" locked="0" layoutInCell="1" allowOverlap="1" wp14:anchorId="5EC8E62D" wp14:editId="5C334308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2336" behindDoc="0" locked="0" layoutInCell="1" allowOverlap="1" wp14:anchorId="359F7F52" wp14:editId="42E4387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 wp14:anchorId="4857189A" wp14:editId="5057B0F3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37E">
      <w:t xml:space="preserve">   </w:t>
    </w:r>
    <w:r w:rsidR="0018537E">
      <w:tab/>
    </w:r>
  </w:p>
  <w:p w14:paraId="577DB79C" w14:textId="77777777" w:rsidR="0018537E" w:rsidRDefault="0018537E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4505">
    <w:abstractNumId w:val="13"/>
  </w:num>
  <w:num w:numId="2" w16cid:durableId="1585996112">
    <w:abstractNumId w:val="9"/>
  </w:num>
  <w:num w:numId="3" w16cid:durableId="16366446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86566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8059948">
    <w:abstractNumId w:val="23"/>
  </w:num>
  <w:num w:numId="6" w16cid:durableId="411704121">
    <w:abstractNumId w:val="2"/>
  </w:num>
  <w:num w:numId="7" w16cid:durableId="976029144">
    <w:abstractNumId w:val="22"/>
  </w:num>
  <w:num w:numId="8" w16cid:durableId="332538598">
    <w:abstractNumId w:val="19"/>
  </w:num>
  <w:num w:numId="9" w16cid:durableId="1923223000">
    <w:abstractNumId w:val="30"/>
  </w:num>
  <w:num w:numId="10" w16cid:durableId="1663000288">
    <w:abstractNumId w:val="0"/>
  </w:num>
  <w:num w:numId="11" w16cid:durableId="1483889406">
    <w:abstractNumId w:val="15"/>
  </w:num>
  <w:num w:numId="12" w16cid:durableId="1191990280">
    <w:abstractNumId w:val="11"/>
  </w:num>
  <w:num w:numId="13" w16cid:durableId="1569538904">
    <w:abstractNumId w:val="17"/>
  </w:num>
  <w:num w:numId="14" w16cid:durableId="1111703709">
    <w:abstractNumId w:val="14"/>
  </w:num>
  <w:num w:numId="15" w16cid:durableId="2129007880">
    <w:abstractNumId w:val="27"/>
  </w:num>
  <w:num w:numId="16" w16cid:durableId="990400368">
    <w:abstractNumId w:val="18"/>
  </w:num>
  <w:num w:numId="17" w16cid:durableId="5254186">
    <w:abstractNumId w:val="5"/>
  </w:num>
  <w:num w:numId="18" w16cid:durableId="1482115284">
    <w:abstractNumId w:val="26"/>
  </w:num>
  <w:num w:numId="19" w16cid:durableId="1785268251">
    <w:abstractNumId w:val="31"/>
  </w:num>
  <w:num w:numId="20" w16cid:durableId="1248611511">
    <w:abstractNumId w:val="25"/>
  </w:num>
  <w:num w:numId="21" w16cid:durableId="808520394">
    <w:abstractNumId w:val="21"/>
  </w:num>
  <w:num w:numId="22" w16cid:durableId="211581483">
    <w:abstractNumId w:val="16"/>
  </w:num>
  <w:num w:numId="23" w16cid:durableId="845948789">
    <w:abstractNumId w:val="20"/>
  </w:num>
  <w:num w:numId="24" w16cid:durableId="1502895228">
    <w:abstractNumId w:val="12"/>
  </w:num>
  <w:num w:numId="25" w16cid:durableId="1314405719">
    <w:abstractNumId w:val="24"/>
  </w:num>
  <w:num w:numId="26" w16cid:durableId="295641478">
    <w:abstractNumId w:val="8"/>
  </w:num>
  <w:num w:numId="27" w16cid:durableId="1336028393">
    <w:abstractNumId w:val="28"/>
  </w:num>
  <w:num w:numId="28" w16cid:durableId="1381007019">
    <w:abstractNumId w:val="29"/>
  </w:num>
  <w:num w:numId="29" w16cid:durableId="870217931">
    <w:abstractNumId w:val="6"/>
  </w:num>
  <w:num w:numId="30" w16cid:durableId="22638946">
    <w:abstractNumId w:val="4"/>
  </w:num>
  <w:num w:numId="31" w16cid:durableId="739595178">
    <w:abstractNumId w:val="1"/>
  </w:num>
  <w:num w:numId="32" w16cid:durableId="1272739373">
    <w:abstractNumId w:val="32"/>
  </w:num>
  <w:num w:numId="33" w16cid:durableId="17082869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C2AAE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5DCC"/>
    <w:rsid w:val="002B3BB9"/>
    <w:rsid w:val="002E07E9"/>
    <w:rsid w:val="002F1246"/>
    <w:rsid w:val="003221D7"/>
    <w:rsid w:val="00324E6E"/>
    <w:rsid w:val="00351F71"/>
    <w:rsid w:val="00353C41"/>
    <w:rsid w:val="00362E1D"/>
    <w:rsid w:val="00373F0D"/>
    <w:rsid w:val="00376CFE"/>
    <w:rsid w:val="00381D3E"/>
    <w:rsid w:val="00385A87"/>
    <w:rsid w:val="00385DE3"/>
    <w:rsid w:val="0038681F"/>
    <w:rsid w:val="003D0D7A"/>
    <w:rsid w:val="003E2E03"/>
    <w:rsid w:val="003F4311"/>
    <w:rsid w:val="004309DB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E7688"/>
    <w:rsid w:val="00907D45"/>
    <w:rsid w:val="00913850"/>
    <w:rsid w:val="00931D5E"/>
    <w:rsid w:val="00935472"/>
    <w:rsid w:val="00936CF8"/>
    <w:rsid w:val="00937E7C"/>
    <w:rsid w:val="0095716B"/>
    <w:rsid w:val="009B5119"/>
    <w:rsid w:val="009C6F66"/>
    <w:rsid w:val="009F711B"/>
    <w:rsid w:val="00A46082"/>
    <w:rsid w:val="00A74DC9"/>
    <w:rsid w:val="00AC3124"/>
    <w:rsid w:val="00AE4990"/>
    <w:rsid w:val="00AF0DE7"/>
    <w:rsid w:val="00B064E5"/>
    <w:rsid w:val="00B14783"/>
    <w:rsid w:val="00B15233"/>
    <w:rsid w:val="00B81BF6"/>
    <w:rsid w:val="00BB1052"/>
    <w:rsid w:val="00BD3175"/>
    <w:rsid w:val="00BD6FA5"/>
    <w:rsid w:val="00BF0D73"/>
    <w:rsid w:val="00C05C7A"/>
    <w:rsid w:val="00C46F48"/>
    <w:rsid w:val="00C564B2"/>
    <w:rsid w:val="00C6113C"/>
    <w:rsid w:val="00C66FC3"/>
    <w:rsid w:val="00C72D22"/>
    <w:rsid w:val="00C73212"/>
    <w:rsid w:val="00C82AD1"/>
    <w:rsid w:val="00C916A3"/>
    <w:rsid w:val="00CC6C98"/>
    <w:rsid w:val="00CE4F1E"/>
    <w:rsid w:val="00D01958"/>
    <w:rsid w:val="00D12D34"/>
    <w:rsid w:val="00D22014"/>
    <w:rsid w:val="00D251CC"/>
    <w:rsid w:val="00D344D3"/>
    <w:rsid w:val="00D368D4"/>
    <w:rsid w:val="00D546B8"/>
    <w:rsid w:val="00D94812"/>
    <w:rsid w:val="00D96085"/>
    <w:rsid w:val="00DD113C"/>
    <w:rsid w:val="00E02E4D"/>
    <w:rsid w:val="00E17480"/>
    <w:rsid w:val="00E32BBC"/>
    <w:rsid w:val="00E46395"/>
    <w:rsid w:val="00E505B9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5775A"/>
    <w:rsid w:val="00F77309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017E466"/>
  <w15:chartTrackingRefBased/>
  <w15:docId w15:val="{CFF7CB71-03CC-49BD-A8FB-8A6B7B4E7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01E7A-C711-4979-A96A-E72B34F83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9</Pages>
  <Words>2655</Words>
  <Characters>17205</Characters>
  <Application>Microsoft Office Word</Application>
  <DocSecurity>0</DocSecurity>
  <Lines>143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19821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adriana.muresan@por.adrcentru</cp:lastModifiedBy>
  <cp:revision>4</cp:revision>
  <cp:lastPrinted>2022-03-29T08:07:00Z</cp:lastPrinted>
  <dcterms:created xsi:type="dcterms:W3CDTF">2024-01-30T20:01:00Z</dcterms:created>
  <dcterms:modified xsi:type="dcterms:W3CDTF">2025-08-19T09:58:00Z</dcterms:modified>
</cp:coreProperties>
</file>